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4E1A0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E1A0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Α30</w:t>
            </w:r>
            <w:r w:rsidR="005050A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4E1A03" w:rsidRPr="004E1A03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4E1A03" w:rsidRPr="004E1A0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Ο2.Ε22 </w:t>
            </w:r>
            <w:bookmarkStart w:id="0" w:name="_GoBack"/>
            <w:bookmarkEnd w:id="0"/>
            <w:r w:rsidR="004E1A03" w:rsidRPr="004E1A0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Η/Υ Τύπου 01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4E1A03" w:rsidRPr="00DF25B3" w:rsidTr="008A245B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A03" w:rsidRPr="00A8070F" w:rsidRDefault="004E1A03" w:rsidP="004E1A03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A03" w:rsidRPr="00FE320D" w:rsidRDefault="004E1A03" w:rsidP="004E1A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Η/Υ υψηλών επιδόσεων για επεξεργασία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point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cloud</w:t>
            </w:r>
            <w:proofErr w:type="spellEnd"/>
          </w:p>
        </w:tc>
        <w:tc>
          <w:tcPr>
            <w:tcW w:w="1116" w:type="dxa"/>
            <w:vAlign w:val="center"/>
          </w:tcPr>
          <w:p w:rsidR="004E1A03" w:rsidRPr="00432CD9" w:rsidRDefault="004E1A03" w:rsidP="004E1A0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1A03" w:rsidRPr="00432CD9" w:rsidRDefault="004E1A03" w:rsidP="004E1A0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1A03" w:rsidRPr="00432CD9" w:rsidRDefault="004E1A03" w:rsidP="004E1A03">
            <w:r w:rsidRPr="00432CD9">
              <w:t xml:space="preserve"> </w:t>
            </w:r>
          </w:p>
        </w:tc>
      </w:tr>
      <w:tr w:rsidR="004E1A03" w:rsidRPr="00DF25B3" w:rsidTr="008A245B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A03" w:rsidRPr="00A8070F" w:rsidRDefault="004E1A03" w:rsidP="004E1A03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A03" w:rsidRPr="005019CC" w:rsidRDefault="004E1A03" w:rsidP="004E1A0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CPU: Intel Core i9-14900KF 24 core / Socket 1700 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ή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ισοδύναμο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ή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καλύτερο</w:t>
            </w:r>
          </w:p>
        </w:tc>
        <w:tc>
          <w:tcPr>
            <w:tcW w:w="1116" w:type="dxa"/>
            <w:vAlign w:val="center"/>
          </w:tcPr>
          <w:p w:rsidR="004E1A03" w:rsidRPr="00432CD9" w:rsidRDefault="004E1A03" w:rsidP="004E1A0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1A03" w:rsidRPr="00432CD9" w:rsidRDefault="004E1A03" w:rsidP="004E1A0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1A03" w:rsidRPr="00432CD9" w:rsidRDefault="004E1A03" w:rsidP="004E1A03">
            <w:r w:rsidRPr="00432CD9">
              <w:t xml:space="preserve"> </w:t>
            </w:r>
          </w:p>
        </w:tc>
      </w:tr>
      <w:tr w:rsidR="004E1A03" w:rsidRPr="00DF25B3" w:rsidTr="008A245B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A03" w:rsidRPr="00A8070F" w:rsidRDefault="004E1A03" w:rsidP="004E1A03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A03" w:rsidRPr="004E1A03" w:rsidRDefault="004E1A03" w:rsidP="004E1A03">
            <w:pPr>
              <w:spacing w:after="0"/>
              <w:rPr>
                <w:rFonts w:ascii="Arial" w:hAnsi="Arial" w:cs="Arial"/>
                <w:color w:val="000000"/>
                <w:lang w:val="en-GB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Μητρική</w:t>
            </w:r>
            <w:r w:rsidRPr="004E1A03">
              <w:rPr>
                <w:rFonts w:ascii="Arial" w:hAnsi="Arial" w:cs="Arial"/>
                <w:color w:val="000000"/>
                <w:lang w:val="en-GB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κάρτα</w:t>
            </w:r>
            <w:r w:rsidRPr="004E1A03">
              <w:rPr>
                <w:rFonts w:ascii="Arial" w:hAnsi="Arial" w:cs="Arial"/>
                <w:color w:val="000000"/>
                <w:lang w:val="en-GB" w:eastAsia="el-GR"/>
              </w:rPr>
              <w:t>: GIGABYTE Z790 / Socket 1700</w:t>
            </w:r>
          </w:p>
        </w:tc>
        <w:tc>
          <w:tcPr>
            <w:tcW w:w="1116" w:type="dxa"/>
            <w:vAlign w:val="center"/>
          </w:tcPr>
          <w:p w:rsidR="004E1A03" w:rsidRPr="00432CD9" w:rsidRDefault="004E1A03" w:rsidP="004E1A0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1A03" w:rsidRPr="00432CD9" w:rsidRDefault="004E1A03" w:rsidP="004E1A0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1A03" w:rsidRPr="00432CD9" w:rsidRDefault="004E1A03" w:rsidP="004E1A03">
            <w:r w:rsidRPr="00432CD9">
              <w:t xml:space="preserve"> </w:t>
            </w:r>
          </w:p>
        </w:tc>
      </w:tr>
      <w:tr w:rsidR="004E1A03" w:rsidRPr="00DF25B3" w:rsidTr="008A245B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A03" w:rsidRPr="00A8070F" w:rsidRDefault="004E1A03" w:rsidP="004E1A03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A03" w:rsidRPr="00DF25B3" w:rsidRDefault="004E1A03" w:rsidP="004E1A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SSD: 2TB M.2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NVMe</w:t>
            </w:r>
            <w:proofErr w:type="spellEnd"/>
          </w:p>
        </w:tc>
        <w:tc>
          <w:tcPr>
            <w:tcW w:w="1116" w:type="dxa"/>
            <w:vAlign w:val="center"/>
          </w:tcPr>
          <w:p w:rsidR="004E1A03" w:rsidRPr="00432CD9" w:rsidRDefault="004E1A03" w:rsidP="004E1A0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1A03" w:rsidRPr="00432CD9" w:rsidRDefault="004E1A03" w:rsidP="004E1A0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1A03" w:rsidRPr="00432CD9" w:rsidRDefault="004E1A03" w:rsidP="004E1A03">
            <w:r w:rsidRPr="00432CD9">
              <w:t xml:space="preserve"> </w:t>
            </w:r>
          </w:p>
        </w:tc>
      </w:tr>
      <w:tr w:rsidR="004E1A03" w:rsidRPr="00DF25B3" w:rsidTr="008A245B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A03" w:rsidRPr="00A8070F" w:rsidRDefault="004E1A03" w:rsidP="004E1A03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A03" w:rsidRPr="00DF25B3" w:rsidRDefault="004E1A03" w:rsidP="004E1A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RAM: 64GB DDR5 / 6400 SPEED</w:t>
            </w:r>
          </w:p>
        </w:tc>
        <w:tc>
          <w:tcPr>
            <w:tcW w:w="1116" w:type="dxa"/>
            <w:vAlign w:val="center"/>
          </w:tcPr>
          <w:p w:rsidR="004E1A03" w:rsidRPr="00432CD9" w:rsidRDefault="004E1A03" w:rsidP="004E1A0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1A03" w:rsidRPr="00432CD9" w:rsidRDefault="004E1A03" w:rsidP="004E1A0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1A03" w:rsidRPr="00432CD9" w:rsidRDefault="004E1A03" w:rsidP="004E1A03">
            <w:r w:rsidRPr="00432CD9">
              <w:t xml:space="preserve"> </w:t>
            </w:r>
          </w:p>
        </w:tc>
      </w:tr>
      <w:tr w:rsidR="004E1A03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A03" w:rsidRPr="00A8070F" w:rsidRDefault="004E1A03" w:rsidP="004E1A03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A03" w:rsidRPr="005019CC" w:rsidRDefault="004E1A03" w:rsidP="004E1A0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κάρτα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GPU: GEFORCE RTX4070 12GB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3" w:rsidRPr="005050A5" w:rsidRDefault="004E1A03" w:rsidP="004E1A03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A03" w:rsidRPr="005050A5" w:rsidRDefault="004E1A03" w:rsidP="004E1A03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A03" w:rsidRPr="005050A5" w:rsidRDefault="004E1A03" w:rsidP="004E1A03">
            <w:r w:rsidRPr="005050A5">
              <w:t> </w:t>
            </w:r>
          </w:p>
        </w:tc>
      </w:tr>
      <w:tr w:rsidR="004E1A03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A03" w:rsidRPr="00A8070F" w:rsidRDefault="004E1A03" w:rsidP="004E1A03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A03" w:rsidRPr="005019CC" w:rsidRDefault="004E1A03" w:rsidP="004E1A0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τροφοδοτικό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BE QUIET 1200W FULL MODULAR 80 PLUS GOLD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3" w:rsidRPr="005050A5" w:rsidRDefault="004E1A03" w:rsidP="004E1A03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A03" w:rsidRPr="005050A5" w:rsidRDefault="004E1A03" w:rsidP="004E1A03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A03" w:rsidRPr="005050A5" w:rsidRDefault="004E1A03" w:rsidP="004E1A03">
            <w:r w:rsidRPr="005050A5">
              <w:t> </w:t>
            </w:r>
          </w:p>
        </w:tc>
      </w:tr>
      <w:tr w:rsidR="004E1A03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A03" w:rsidRPr="00A8070F" w:rsidRDefault="004E1A03" w:rsidP="004E1A03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A03" w:rsidRPr="005019CC" w:rsidRDefault="004E1A03" w:rsidP="004E1A0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ψύξη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BE QUIET DARK ROCK PRO 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3" w:rsidRPr="005050A5" w:rsidRDefault="004E1A03" w:rsidP="004E1A03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A03" w:rsidRPr="005050A5" w:rsidRDefault="004E1A03" w:rsidP="004E1A03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A03" w:rsidRPr="005050A5" w:rsidRDefault="004E1A03" w:rsidP="004E1A03">
            <w:r w:rsidRPr="005050A5">
              <w:t> </w:t>
            </w:r>
          </w:p>
        </w:tc>
      </w:tr>
      <w:tr w:rsidR="004E1A03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A03" w:rsidRPr="00A8070F" w:rsidRDefault="004E1A03" w:rsidP="004E1A03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A03" w:rsidRPr="005019CC" w:rsidRDefault="004E1A03" w:rsidP="004E1A0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κουτί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 BE QUIET - FULL TOWER 3 FAN POSITION / USB 3.2 / USB TYPE-C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3" w:rsidRPr="005050A5" w:rsidRDefault="004E1A03" w:rsidP="004E1A03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A03" w:rsidRPr="005050A5" w:rsidRDefault="004E1A03" w:rsidP="004E1A03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A03" w:rsidRPr="005050A5" w:rsidRDefault="004E1A03" w:rsidP="004E1A03">
            <w:r w:rsidRPr="005050A5">
              <w:t> </w:t>
            </w:r>
          </w:p>
        </w:tc>
      </w:tr>
      <w:tr w:rsidR="004E1A03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A03" w:rsidRPr="00A8070F" w:rsidRDefault="004E1A03" w:rsidP="004E1A03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A03" w:rsidRPr="00DF25B3" w:rsidRDefault="004E1A03" w:rsidP="004E1A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λογισμικό: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windows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11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3" w:rsidRPr="005050A5" w:rsidRDefault="004E1A03" w:rsidP="004E1A03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A03" w:rsidRPr="005050A5" w:rsidRDefault="004E1A03" w:rsidP="004E1A03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A03" w:rsidRPr="005050A5" w:rsidRDefault="004E1A03" w:rsidP="004E1A03">
            <w:r w:rsidRPr="005050A5">
              <w:t> </w:t>
            </w:r>
          </w:p>
        </w:tc>
      </w:tr>
      <w:tr w:rsidR="004E1A03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1A03" w:rsidRPr="00A8070F" w:rsidRDefault="004E1A03" w:rsidP="004E1A03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E1A03" w:rsidRPr="00FE320D" w:rsidRDefault="004E1A03" w:rsidP="004E1A0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Συναρμολόγηση, εγκατάσταση λογισμικού, μεταφορά, εγκατάσταση στο ΤΜΧΠΠΑ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1A03" w:rsidRPr="005050A5" w:rsidRDefault="004E1A03" w:rsidP="004E1A03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A03" w:rsidRPr="005050A5" w:rsidRDefault="004E1A03" w:rsidP="004E1A03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1A03" w:rsidRPr="005050A5" w:rsidRDefault="004E1A03" w:rsidP="004E1A03">
            <w:r w:rsidRPr="005050A5">
              <w:t> </w:t>
            </w:r>
          </w:p>
        </w:tc>
      </w:tr>
    </w:tbl>
    <w:p w:rsidR="008A245B" w:rsidRDefault="008A245B"/>
    <w:sectPr w:rsidR="008A24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22B0E"/>
    <w:rsid w:val="00124390"/>
    <w:rsid w:val="0015565B"/>
    <w:rsid w:val="00185D15"/>
    <w:rsid w:val="00185E48"/>
    <w:rsid w:val="001E6292"/>
    <w:rsid w:val="00250C6D"/>
    <w:rsid w:val="00273D65"/>
    <w:rsid w:val="002E7B28"/>
    <w:rsid w:val="002F7643"/>
    <w:rsid w:val="00343475"/>
    <w:rsid w:val="003E5046"/>
    <w:rsid w:val="00406FB0"/>
    <w:rsid w:val="00475756"/>
    <w:rsid w:val="004B2EA7"/>
    <w:rsid w:val="004E1A03"/>
    <w:rsid w:val="004E63BF"/>
    <w:rsid w:val="005050A5"/>
    <w:rsid w:val="00524A15"/>
    <w:rsid w:val="005552FE"/>
    <w:rsid w:val="00591317"/>
    <w:rsid w:val="00592D2F"/>
    <w:rsid w:val="00593FA3"/>
    <w:rsid w:val="006C353C"/>
    <w:rsid w:val="006D1013"/>
    <w:rsid w:val="007420FC"/>
    <w:rsid w:val="0075164A"/>
    <w:rsid w:val="00753C81"/>
    <w:rsid w:val="008040B9"/>
    <w:rsid w:val="008853AB"/>
    <w:rsid w:val="008A245B"/>
    <w:rsid w:val="009735EA"/>
    <w:rsid w:val="009809F1"/>
    <w:rsid w:val="00997F72"/>
    <w:rsid w:val="00A0291C"/>
    <w:rsid w:val="00A177B6"/>
    <w:rsid w:val="00A206AC"/>
    <w:rsid w:val="00A3021C"/>
    <w:rsid w:val="00A30A4C"/>
    <w:rsid w:val="00A40B4A"/>
    <w:rsid w:val="00B1114E"/>
    <w:rsid w:val="00B317A9"/>
    <w:rsid w:val="00B330EB"/>
    <w:rsid w:val="00B76988"/>
    <w:rsid w:val="00C4143F"/>
    <w:rsid w:val="00C65E37"/>
    <w:rsid w:val="00C71DFC"/>
    <w:rsid w:val="00C8287A"/>
    <w:rsid w:val="00C86AD9"/>
    <w:rsid w:val="00E50C36"/>
    <w:rsid w:val="00E56EDD"/>
    <w:rsid w:val="00E57686"/>
    <w:rsid w:val="00E60D07"/>
    <w:rsid w:val="00EB2777"/>
    <w:rsid w:val="00EF2B19"/>
    <w:rsid w:val="00F41BA0"/>
    <w:rsid w:val="00F507C8"/>
    <w:rsid w:val="00F74D6C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217C91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8560F996</Template>
  <TotalTime>1</TotalTime>
  <Pages>1</Pages>
  <Words>110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2025-09-10T07:32:00Z</dcterms:created>
  <dcterms:modified xsi:type="dcterms:W3CDTF">2025-09-11T06:51:00Z</dcterms:modified>
</cp:coreProperties>
</file>